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AE0" w:rsidRDefault="00700AE0" w:rsidP="00700AE0">
      <w:r>
        <w:t>Claire Koval</w:t>
      </w:r>
    </w:p>
    <w:p w:rsidR="00700AE0" w:rsidRDefault="00700AE0" w:rsidP="00700AE0">
      <w:r>
        <w:t>IGME 202, Section 1</w:t>
      </w:r>
    </w:p>
    <w:p w:rsidR="00700AE0" w:rsidRDefault="00700AE0" w:rsidP="00700AE0">
      <w:pPr>
        <w:jc w:val="center"/>
      </w:pPr>
      <w:r>
        <w:t xml:space="preserve">Project </w:t>
      </w:r>
      <w:r w:rsidR="001F7E11">
        <w:t>2 - Asteroids</w:t>
      </w:r>
    </w:p>
    <w:p w:rsidR="00700AE0" w:rsidRPr="00C9576D" w:rsidRDefault="00700AE0" w:rsidP="00700AE0">
      <w:pPr>
        <w:rPr>
          <w:u w:val="single"/>
        </w:rPr>
      </w:pPr>
      <w:r w:rsidRPr="00C9576D">
        <w:rPr>
          <w:u w:val="single"/>
        </w:rPr>
        <w:t>Description:</w:t>
      </w:r>
    </w:p>
    <w:p w:rsidR="00700AE0" w:rsidRDefault="00700AE0" w:rsidP="00700AE0">
      <w:r>
        <w:tab/>
      </w:r>
      <w:r w:rsidR="004072FA">
        <w:t>This project is bee-based take on the classic game, Asteroids. It includes audio in the form</w:t>
      </w:r>
      <w:r w:rsidR="00CC0E85">
        <w:t xml:space="preserve"> of the Flight of the Bumblebee, and </w:t>
      </w:r>
      <w:r w:rsidR="00A5558C">
        <w:t xml:space="preserve">it </w:t>
      </w:r>
      <w:r w:rsidR="00CC0E85">
        <w:t>utilizes an invincibility mode, scoring system, and ranking.</w:t>
      </w:r>
    </w:p>
    <w:p w:rsidR="00700AE0" w:rsidRPr="00C9576D" w:rsidRDefault="00700AE0" w:rsidP="00700AE0">
      <w:pPr>
        <w:rPr>
          <w:u w:val="single"/>
        </w:rPr>
      </w:pPr>
      <w:r w:rsidRPr="00C9576D">
        <w:rPr>
          <w:u w:val="single"/>
        </w:rPr>
        <w:t>User Responsibilities/Functionality:</w:t>
      </w:r>
    </w:p>
    <w:p w:rsidR="00F60A12" w:rsidRDefault="00F60A12" w:rsidP="00F60A12">
      <w:r>
        <w:tab/>
        <w:t>User must use the left, right, an</w:t>
      </w:r>
      <w:r w:rsidR="008725B1">
        <w:t>d up arrow keys to control the hive</w:t>
      </w:r>
      <w:r>
        <w:t xml:space="preserve">. </w:t>
      </w:r>
      <w:r w:rsidR="005D26A8">
        <w:t xml:space="preserve">Left and right rotate the </w:t>
      </w:r>
      <w:r w:rsidR="003D516F">
        <w:t>hive</w:t>
      </w:r>
      <w:r w:rsidR="005D26A8">
        <w:t xml:space="preserve"> accordingly, and the up arrow accelerates the </w:t>
      </w:r>
      <w:r w:rsidR="00E2026B">
        <w:t>hives</w:t>
      </w:r>
      <w:r w:rsidR="005D26A8">
        <w:t xml:space="preserve"> movement. </w:t>
      </w:r>
      <w:r w:rsidR="002C3559">
        <w:t xml:space="preserve">If the space bar is pressed, the hive </w:t>
      </w:r>
      <w:r w:rsidR="003E4482">
        <w:t xml:space="preserve">shoots bees in an attempt to destroy the flowers. </w:t>
      </w:r>
      <w:r w:rsidR="00DA1F74">
        <w:t>When the ship becomes a bear, it is in invincibility mode. This lasts for about 5 seconds, allowing the flowers to spawn and the user to move out of the way and reposition themselves. Bullets have no effect when fired in invincibility mode.</w:t>
      </w:r>
      <w:r w:rsidR="00700AE0">
        <w:tab/>
      </w:r>
    </w:p>
    <w:p w:rsidR="00700AE0" w:rsidRPr="00303EDD" w:rsidRDefault="00700AE0" w:rsidP="00700AE0">
      <w:pPr>
        <w:rPr>
          <w:u w:val="single"/>
        </w:rPr>
      </w:pPr>
      <w:r w:rsidRPr="00303EDD">
        <w:rPr>
          <w:u w:val="single"/>
        </w:rPr>
        <w:t>Above and Beyond:</w:t>
      </w:r>
    </w:p>
    <w:p w:rsidR="00700AE0" w:rsidRDefault="00331022" w:rsidP="0017732E">
      <w:pPr>
        <w:pStyle w:val="ListParagraph"/>
        <w:numPr>
          <w:ilvl w:val="0"/>
          <w:numId w:val="3"/>
        </w:numPr>
      </w:pPr>
      <w:r>
        <w:t xml:space="preserve">I wanted to keep a fun bee-based </w:t>
      </w:r>
      <w:r w:rsidR="00C32BD3">
        <w:t xml:space="preserve">theme for this project. </w:t>
      </w:r>
    </w:p>
    <w:p w:rsidR="0017732E" w:rsidRDefault="0017732E" w:rsidP="0017732E">
      <w:pPr>
        <w:pStyle w:val="ListParagraph"/>
        <w:numPr>
          <w:ilvl w:val="0"/>
          <w:numId w:val="3"/>
        </w:numPr>
      </w:pPr>
      <w:r>
        <w:t>There is an invincibility mode that allows the user to take no damage and position themselves in preparation for the game.</w:t>
      </w:r>
    </w:p>
    <w:p w:rsidR="00AC11CA" w:rsidRDefault="00F359D0" w:rsidP="00AC11CA">
      <w:pPr>
        <w:pStyle w:val="ListParagraph"/>
        <w:numPr>
          <w:ilvl w:val="0"/>
          <w:numId w:val="3"/>
        </w:numPr>
      </w:pPr>
      <w:r>
        <w:t xml:space="preserve">There is a ranking system that displays the players rank according to their </w:t>
      </w:r>
      <w:r w:rsidR="00AC11CA">
        <w:t>score.</w:t>
      </w:r>
    </w:p>
    <w:p w:rsidR="00AC11CA" w:rsidRDefault="009510CC" w:rsidP="00AC11CA">
      <w:pPr>
        <w:pStyle w:val="ListParagraph"/>
        <w:numPr>
          <w:ilvl w:val="0"/>
          <w:numId w:val="3"/>
        </w:numPr>
      </w:pPr>
      <w:r>
        <w:t xml:space="preserve">There is </w:t>
      </w:r>
      <w:r w:rsidR="00BE6AEA">
        <w:t xml:space="preserve">audio of the </w:t>
      </w:r>
      <w:r w:rsidR="000F42D7">
        <w:t>Flight</w:t>
      </w:r>
      <w:r w:rsidR="00BE6AEA">
        <w:t xml:space="preserve"> of the Bumblebee playing in the background on load</w:t>
      </w:r>
      <w:r w:rsidR="00436836">
        <w:t>.</w:t>
      </w:r>
    </w:p>
    <w:p w:rsidR="009510CC" w:rsidRDefault="009510CC" w:rsidP="00AC11CA">
      <w:pPr>
        <w:pStyle w:val="ListParagraph"/>
        <w:numPr>
          <w:ilvl w:val="0"/>
          <w:numId w:val="3"/>
        </w:numPr>
      </w:pPr>
      <w:r>
        <w:t xml:space="preserve">A </w:t>
      </w:r>
      <w:r w:rsidR="000C0BB7">
        <w:t>“</w:t>
      </w:r>
      <w:r>
        <w:t>pew pew</w:t>
      </w:r>
      <w:r w:rsidR="000C0BB7">
        <w:t>”</w:t>
      </w:r>
      <w:r>
        <w:t xml:space="preserve"> sound plays when the bees are fired.</w:t>
      </w:r>
    </w:p>
    <w:p w:rsidR="0089183B" w:rsidRDefault="0089183B" w:rsidP="00AC11CA">
      <w:pPr>
        <w:pStyle w:val="ListParagraph"/>
        <w:numPr>
          <w:ilvl w:val="0"/>
          <w:numId w:val="3"/>
        </w:numPr>
      </w:pPr>
      <w:r>
        <w:t xml:space="preserve">I also added a pollen-esque </w:t>
      </w:r>
      <w:r w:rsidR="00897014">
        <w:t>particle system, but honestly it’s not that remarkable .</w:t>
      </w:r>
    </w:p>
    <w:p w:rsidR="00700AE0" w:rsidRPr="0025651C" w:rsidRDefault="00700AE0" w:rsidP="00700AE0">
      <w:pPr>
        <w:rPr>
          <w:u w:val="single"/>
        </w:rPr>
      </w:pPr>
      <w:r w:rsidRPr="0025651C">
        <w:rPr>
          <w:u w:val="single"/>
        </w:rPr>
        <w:t>Caveats/Known Issues:</w:t>
      </w:r>
    </w:p>
    <w:p w:rsidR="00700AE0" w:rsidRDefault="00C32BD3" w:rsidP="00700AE0">
      <w:pPr>
        <w:pStyle w:val="ListParagraph"/>
        <w:numPr>
          <w:ilvl w:val="0"/>
          <w:numId w:val="2"/>
        </w:numPr>
      </w:pPr>
      <w:r>
        <w:t>All bees fired in invincibility mode have no effect on the asteroids. If they did, the game could be too easy.</w:t>
      </w:r>
    </w:p>
    <w:p w:rsidR="00C32BD3" w:rsidRDefault="00496326" w:rsidP="00700AE0">
      <w:pPr>
        <w:pStyle w:val="ListParagraph"/>
        <w:numPr>
          <w:ilvl w:val="0"/>
          <w:numId w:val="2"/>
        </w:numPr>
      </w:pPr>
      <w:r>
        <w:t xml:space="preserve">There is a delay in asteroid effectiveness when the game starts up. This is done for a similar reason as </w:t>
      </w:r>
      <w:r w:rsidR="00303AC6">
        <w:t>invincibility</w:t>
      </w:r>
      <w:r>
        <w:t xml:space="preserve"> mode.</w:t>
      </w:r>
    </w:p>
    <w:p w:rsidR="00303AC6" w:rsidRDefault="00303AC6" w:rsidP="00700AE0">
      <w:pPr>
        <w:pStyle w:val="ListParagraph"/>
        <w:numPr>
          <w:ilvl w:val="0"/>
          <w:numId w:val="2"/>
        </w:numPr>
      </w:pPr>
      <w:r>
        <w:t xml:space="preserve">Occasionally, two flowers will collide on the </w:t>
      </w:r>
      <w:r w:rsidR="00B36E3F">
        <w:t>hive</w:t>
      </w:r>
      <w:r>
        <w:t xml:space="preserve"> and cause it to lose multiple lives at once. </w:t>
      </w:r>
    </w:p>
    <w:p w:rsidR="00B5731A" w:rsidRDefault="005B13D4" w:rsidP="00B5731A">
      <w:pPr>
        <w:pStyle w:val="ListParagraph"/>
        <w:numPr>
          <w:ilvl w:val="0"/>
          <w:numId w:val="2"/>
        </w:numPr>
      </w:pPr>
      <w:r>
        <w:t>Sometimes the flowers stop</w:t>
      </w:r>
      <w:r w:rsidR="009C5779">
        <w:t xml:space="preserve"> moving or get </w:t>
      </w:r>
      <w:r w:rsidR="00A25C0E">
        <w:t>“</w:t>
      </w:r>
      <w:r w:rsidR="009C5779">
        <w:t>stuck.</w:t>
      </w:r>
      <w:r w:rsidR="00A25C0E">
        <w:t>”</w:t>
      </w:r>
      <w:r w:rsidR="00742736">
        <w:t xml:space="preserve"> Rare, but it happens.</w:t>
      </w:r>
    </w:p>
    <w:p w:rsidR="006F7041" w:rsidRDefault="006F7041" w:rsidP="00B5731A">
      <w:pPr>
        <w:pStyle w:val="ListParagraph"/>
        <w:numPr>
          <w:ilvl w:val="0"/>
          <w:numId w:val="2"/>
        </w:numPr>
      </w:pPr>
      <w:r>
        <w:t xml:space="preserve">The bees occasionally take out the flower and the leaves </w:t>
      </w:r>
      <w:r w:rsidR="00FB12A4">
        <w:t xml:space="preserve">at the same time depending on where the flower was hit/the </w:t>
      </w:r>
      <w:r w:rsidR="00857F80">
        <w:t>path</w:t>
      </w:r>
      <w:r w:rsidR="00FB12A4">
        <w:t xml:space="preserve"> of the bee</w:t>
      </w:r>
      <w:r w:rsidR="00E82579">
        <w:t>.</w:t>
      </w:r>
      <w:r w:rsidR="007D6F07">
        <w:t xml:space="preserve"> This is because the bees to not automatically get destroyed when they collide with an asteroid. </w:t>
      </w:r>
    </w:p>
    <w:p w:rsidR="00700AE0" w:rsidRPr="00A207DB" w:rsidRDefault="00700AE0" w:rsidP="00700AE0">
      <w:pPr>
        <w:rPr>
          <w:u w:val="single"/>
        </w:rPr>
      </w:pPr>
      <w:r w:rsidRPr="00A207DB">
        <w:rPr>
          <w:u w:val="single"/>
        </w:rPr>
        <w:t>Requirements Not Completed:</w:t>
      </w:r>
    </w:p>
    <w:p w:rsidR="00700AE0" w:rsidRDefault="00700AE0" w:rsidP="00700AE0">
      <w:pPr>
        <w:pStyle w:val="ListParagraph"/>
        <w:numPr>
          <w:ilvl w:val="0"/>
          <w:numId w:val="2"/>
        </w:numPr>
      </w:pPr>
      <w:r>
        <w:t xml:space="preserve">I believe I accomplished everything, but, knowing me, I </w:t>
      </w:r>
      <w:r w:rsidR="008E0DA8">
        <w:t>could have easily forgot a part or not done it to completion.</w:t>
      </w:r>
    </w:p>
    <w:p w:rsidR="00700AE0" w:rsidRPr="00A207DB" w:rsidRDefault="00700AE0" w:rsidP="00700AE0">
      <w:pPr>
        <w:rPr>
          <w:u w:val="single"/>
        </w:rPr>
      </w:pPr>
      <w:r w:rsidRPr="00A207DB">
        <w:rPr>
          <w:u w:val="single"/>
        </w:rPr>
        <w:t xml:space="preserve">Sources: </w:t>
      </w:r>
    </w:p>
    <w:p w:rsidR="00700AE0" w:rsidRDefault="004E1477" w:rsidP="004E1477">
      <w:pPr>
        <w:pStyle w:val="ListParagraph"/>
        <w:numPr>
          <w:ilvl w:val="0"/>
          <w:numId w:val="1"/>
        </w:numPr>
      </w:pPr>
      <w:r>
        <w:t xml:space="preserve">Flowers: </w:t>
      </w:r>
      <w:hyperlink r:id="rId5" w:history="1">
        <w:r w:rsidR="007A28B6" w:rsidRPr="00173120">
          <w:rPr>
            <w:rStyle w:val="Hyperlink"/>
          </w:rPr>
          <w:t>https://opengameart.org/content/paramecijs-vegetation-base-texture-pack</w:t>
        </w:r>
      </w:hyperlink>
    </w:p>
    <w:p w:rsidR="007A28B6" w:rsidRDefault="008E6BF5" w:rsidP="008E6BF5">
      <w:pPr>
        <w:pStyle w:val="ListParagraph"/>
        <w:numPr>
          <w:ilvl w:val="0"/>
          <w:numId w:val="1"/>
        </w:numPr>
      </w:pPr>
      <w:r>
        <w:lastRenderedPageBreak/>
        <w:t xml:space="preserve">Bee: </w:t>
      </w:r>
      <w:hyperlink r:id="rId6" w:history="1">
        <w:r w:rsidRPr="00173120">
          <w:rPr>
            <w:rStyle w:val="Hyperlink"/>
          </w:rPr>
          <w:t>https://opengameart.org/content/grumpy-bee-enemy-game-character</w:t>
        </w:r>
      </w:hyperlink>
    </w:p>
    <w:p w:rsidR="008E6BF5" w:rsidRDefault="007638DB" w:rsidP="007638DB">
      <w:pPr>
        <w:pStyle w:val="ListParagraph"/>
        <w:numPr>
          <w:ilvl w:val="0"/>
          <w:numId w:val="1"/>
        </w:numPr>
      </w:pPr>
      <w:r>
        <w:t xml:space="preserve">Hive: </w:t>
      </w:r>
      <w:hyperlink r:id="rId7" w:history="1">
        <w:r w:rsidRPr="00173120">
          <w:rPr>
            <w:rStyle w:val="Hyperlink"/>
          </w:rPr>
          <w:t>https://commons.wikimedia.org/wiki/File:DeseretBeehive.png</w:t>
        </w:r>
      </w:hyperlink>
    </w:p>
    <w:p w:rsidR="007638DB" w:rsidRDefault="00B15AE3" w:rsidP="00B15AE3">
      <w:pPr>
        <w:pStyle w:val="ListParagraph"/>
        <w:numPr>
          <w:ilvl w:val="0"/>
          <w:numId w:val="1"/>
        </w:numPr>
      </w:pPr>
      <w:r>
        <w:t xml:space="preserve">Bear of Invincibility: </w:t>
      </w:r>
      <w:hyperlink r:id="rId8" w:history="1">
        <w:r w:rsidR="009C1B35" w:rsidRPr="00173120">
          <w:rPr>
            <w:rStyle w:val="Hyperlink"/>
          </w:rPr>
          <w:t>https://opengameart.org/content/bear-312x312-vector-image</w:t>
        </w:r>
      </w:hyperlink>
    </w:p>
    <w:p w:rsidR="009C1B35" w:rsidRPr="00696BA4" w:rsidRDefault="003949C4" w:rsidP="003949C4">
      <w:pPr>
        <w:pStyle w:val="ListParagraph"/>
        <w:numPr>
          <w:ilvl w:val="0"/>
          <w:numId w:val="1"/>
        </w:numPr>
        <w:rPr>
          <w:rStyle w:val="Hyperlink"/>
          <w:color w:val="auto"/>
          <w:u w:val="none"/>
        </w:rPr>
      </w:pPr>
      <w:r>
        <w:t xml:space="preserve">Audio: </w:t>
      </w:r>
      <w:hyperlink r:id="rId9" w:history="1">
        <w:r w:rsidR="00BD6562" w:rsidRPr="00173120">
          <w:rPr>
            <w:rStyle w:val="Hyperlink"/>
          </w:rPr>
          <w:t>http://publicdomainaudiovideo.blogspot.com/2010/11/flight-of-bumblebee.html</w:t>
        </w:r>
      </w:hyperlink>
    </w:p>
    <w:p w:rsidR="009E078A" w:rsidRDefault="006E1B78" w:rsidP="006E1B78">
      <w:pPr>
        <w:pStyle w:val="ListParagraph"/>
        <w:numPr>
          <w:ilvl w:val="1"/>
          <w:numId w:val="1"/>
        </w:numPr>
      </w:pPr>
      <w:hyperlink r:id="rId10" w:history="1">
        <w:r w:rsidRPr="004F4E34">
          <w:rPr>
            <w:rStyle w:val="Hyperlink"/>
          </w:rPr>
          <w:t>http://soundbible.com/1949-Pew-Pew.html</w:t>
        </w:r>
      </w:hyperlink>
    </w:p>
    <w:p w:rsidR="00700AE0" w:rsidRPr="00A207DB" w:rsidRDefault="00700AE0" w:rsidP="00700AE0">
      <w:pPr>
        <w:rPr>
          <w:u w:val="single"/>
        </w:rPr>
      </w:pPr>
      <w:bookmarkStart w:id="0" w:name="_GoBack"/>
      <w:bookmarkEnd w:id="0"/>
      <w:r w:rsidRPr="00A207DB">
        <w:rPr>
          <w:u w:val="single"/>
        </w:rPr>
        <w:t>Notes:</w:t>
      </w:r>
    </w:p>
    <w:p w:rsidR="00700AE0" w:rsidRPr="008A6F2C" w:rsidRDefault="00F359D0" w:rsidP="008A6F2C">
      <w:pPr>
        <w:ind w:firstLine="720"/>
        <w:jc w:val="center"/>
        <w:rPr>
          <w:b/>
          <w:i/>
          <w:color w:val="C00000"/>
          <w:sz w:val="44"/>
        </w:rPr>
      </w:pPr>
      <w:r w:rsidRPr="008A6F2C">
        <w:rPr>
          <w:b/>
          <w:i/>
          <w:color w:val="C00000"/>
          <w:sz w:val="44"/>
        </w:rPr>
        <w:t>I AM USING MY EXTENSION</w:t>
      </w:r>
    </w:p>
    <w:p w:rsidR="00EE1A09" w:rsidRDefault="00FF0ECC">
      <w:r>
        <w:tab/>
        <w:t xml:space="preserve">I had also intended to include other load and end screens, and they are still things I would like to implement in the future. </w:t>
      </w:r>
    </w:p>
    <w:sectPr w:rsidR="00EE1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A3EFF"/>
    <w:multiLevelType w:val="hybridMultilevel"/>
    <w:tmpl w:val="1D4C6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65436B"/>
    <w:multiLevelType w:val="hybridMultilevel"/>
    <w:tmpl w:val="02F6D2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A71BAE"/>
    <w:multiLevelType w:val="hybridMultilevel"/>
    <w:tmpl w:val="521204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2A"/>
    <w:rsid w:val="000C0BB7"/>
    <w:rsid w:val="000F42D7"/>
    <w:rsid w:val="00117EC3"/>
    <w:rsid w:val="0017732E"/>
    <w:rsid w:val="001F7E11"/>
    <w:rsid w:val="002C3559"/>
    <w:rsid w:val="00303AC6"/>
    <w:rsid w:val="00331022"/>
    <w:rsid w:val="003907E4"/>
    <w:rsid w:val="003949C4"/>
    <w:rsid w:val="003D516F"/>
    <w:rsid w:val="003E4482"/>
    <w:rsid w:val="004072FA"/>
    <w:rsid w:val="00436836"/>
    <w:rsid w:val="00496326"/>
    <w:rsid w:val="004C121F"/>
    <w:rsid w:val="004E1477"/>
    <w:rsid w:val="005A64A6"/>
    <w:rsid w:val="005B13D4"/>
    <w:rsid w:val="005D26A8"/>
    <w:rsid w:val="00696BA4"/>
    <w:rsid w:val="006E1B78"/>
    <w:rsid w:val="006F7041"/>
    <w:rsid w:val="00700AE0"/>
    <w:rsid w:val="00742736"/>
    <w:rsid w:val="007638DB"/>
    <w:rsid w:val="007A28B6"/>
    <w:rsid w:val="007D6F07"/>
    <w:rsid w:val="00857F80"/>
    <w:rsid w:val="008725B1"/>
    <w:rsid w:val="0089183B"/>
    <w:rsid w:val="00897014"/>
    <w:rsid w:val="008A6F2C"/>
    <w:rsid w:val="008E0DA8"/>
    <w:rsid w:val="008E6BF5"/>
    <w:rsid w:val="009510CC"/>
    <w:rsid w:val="009C1B35"/>
    <w:rsid w:val="009C5779"/>
    <w:rsid w:val="009D7741"/>
    <w:rsid w:val="009E078A"/>
    <w:rsid w:val="00A25C0E"/>
    <w:rsid w:val="00A53981"/>
    <w:rsid w:val="00A5558C"/>
    <w:rsid w:val="00AC11CA"/>
    <w:rsid w:val="00B15AE3"/>
    <w:rsid w:val="00B36E3F"/>
    <w:rsid w:val="00B530ED"/>
    <w:rsid w:val="00B5731A"/>
    <w:rsid w:val="00BD6562"/>
    <w:rsid w:val="00BE6AEA"/>
    <w:rsid w:val="00C32BD3"/>
    <w:rsid w:val="00CC0E85"/>
    <w:rsid w:val="00DA1F74"/>
    <w:rsid w:val="00E07B2A"/>
    <w:rsid w:val="00E2026B"/>
    <w:rsid w:val="00E82579"/>
    <w:rsid w:val="00EE1A09"/>
    <w:rsid w:val="00F359D0"/>
    <w:rsid w:val="00F60A12"/>
    <w:rsid w:val="00FB12A4"/>
    <w:rsid w:val="00FF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1CF4A"/>
  <w15:chartTrackingRefBased/>
  <w15:docId w15:val="{70B709AE-2DB1-42A4-8C93-C876CAB3D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AE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0A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gameart.org/content/bear-312x312-vector-im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mons.wikimedia.org/wiki/File:DeseretBeehive.p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engameart.org/content/grumpy-bee-enemy-game-character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pengameart.org/content/paramecijs-vegetation-base-texture-pack" TargetMode="External"/><Relationship Id="rId10" Type="http://schemas.openxmlformats.org/officeDocument/2006/relationships/hyperlink" Target="http://soundbible.com/1949-Pew-Pew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blicdomainaudiovideo.blogspot.com/2010/11/flight-of-bumbleb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40CD1513</Template>
  <TotalTime>43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Koval (RIT Student)</dc:creator>
  <cp:keywords/>
  <dc:description/>
  <cp:lastModifiedBy>Claire Koval (RIT Student)</cp:lastModifiedBy>
  <cp:revision>59</cp:revision>
  <dcterms:created xsi:type="dcterms:W3CDTF">2018-03-07T19:52:00Z</dcterms:created>
  <dcterms:modified xsi:type="dcterms:W3CDTF">2018-03-08T20:55:00Z</dcterms:modified>
</cp:coreProperties>
</file>